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C1D5C" w14:textId="77777777" w:rsidR="004D727A" w:rsidRPr="00B875E3" w:rsidRDefault="004D727A" w:rsidP="006F56CD">
      <w:pPr>
        <w:ind w:left="3687" w:firstLine="567"/>
        <w:jc w:val="right"/>
        <w:rPr>
          <w:rStyle w:val="Strong"/>
          <w:rFonts w:asciiTheme="minorHAnsi" w:eastAsiaTheme="minorHAnsi" w:hAnsiTheme="minorHAnsi" w:cstheme="minorBidi"/>
          <w:b/>
          <w:bCs w:val="0"/>
          <w:sz w:val="22"/>
          <w:lang w:val="en-US" w:eastAsia="de-DE"/>
        </w:rPr>
      </w:pPr>
      <w:r w:rsidRPr="00B875E3">
        <w:rPr>
          <w:rStyle w:val="Strong"/>
          <w:lang w:val="en-US"/>
        </w:rPr>
        <w:t>HEITEC AG</w:t>
      </w:r>
      <w:r w:rsidR="00B875E3">
        <w:rPr>
          <w:rStyle w:val="Strong"/>
          <w:lang w:val="en-US"/>
        </w:rPr>
        <w:t xml:space="preserve"> Press Release</w:t>
      </w:r>
    </w:p>
    <w:p w14:paraId="397F26CB" w14:textId="77777777" w:rsidR="004D727A" w:rsidRPr="00B875E3" w:rsidRDefault="00C73789" w:rsidP="006F56CD">
      <w:pPr>
        <w:ind w:left="5105"/>
        <w:jc w:val="right"/>
        <w:rPr>
          <w:rStyle w:val="Strong"/>
          <w:lang w:val="en-US"/>
        </w:rPr>
      </w:pPr>
      <w:r w:rsidRPr="00B875E3">
        <w:rPr>
          <w:rStyle w:val="Strong"/>
          <w:lang w:val="en-US"/>
        </w:rPr>
        <w:t>Erlangen</w:t>
      </w:r>
      <w:r w:rsidR="004D727A" w:rsidRPr="00B875E3">
        <w:rPr>
          <w:rStyle w:val="Strong"/>
          <w:lang w:val="en-US"/>
        </w:rPr>
        <w:t xml:space="preserve">, </w:t>
      </w:r>
      <w:r w:rsidR="00B875E3">
        <w:rPr>
          <w:rStyle w:val="Strong"/>
          <w:lang w:val="en-US"/>
        </w:rPr>
        <w:t xml:space="preserve">May </w:t>
      </w:r>
      <w:r w:rsidR="00AA1938" w:rsidRPr="00B875E3">
        <w:rPr>
          <w:rStyle w:val="Strong"/>
          <w:lang w:val="en-US"/>
        </w:rPr>
        <w:t>22</w:t>
      </w:r>
      <w:r w:rsidR="00B875E3">
        <w:rPr>
          <w:rStyle w:val="Strong"/>
          <w:lang w:val="en-US"/>
        </w:rPr>
        <w:t xml:space="preserve">, </w:t>
      </w:r>
      <w:r w:rsidR="004D727A" w:rsidRPr="00B875E3">
        <w:rPr>
          <w:rStyle w:val="Strong"/>
          <w:lang w:val="en-US"/>
        </w:rPr>
        <w:t>201</w:t>
      </w:r>
      <w:r w:rsidR="00BB5959" w:rsidRPr="00B875E3">
        <w:rPr>
          <w:rStyle w:val="Strong"/>
          <w:lang w:val="en-US"/>
        </w:rPr>
        <w:t>8</w:t>
      </w:r>
      <w:r w:rsidR="004D727A" w:rsidRPr="00B875E3">
        <w:rPr>
          <w:rStyle w:val="Strong"/>
          <w:lang w:val="en-US"/>
        </w:rPr>
        <w:t xml:space="preserve"> </w:t>
      </w:r>
    </w:p>
    <w:p w14:paraId="5E000173" w14:textId="77777777" w:rsidR="006F56CD" w:rsidRPr="00B875E3" w:rsidRDefault="006F56CD" w:rsidP="006F56CD">
      <w:pPr>
        <w:ind w:left="5105"/>
        <w:jc w:val="right"/>
        <w:rPr>
          <w:rStyle w:val="Strong"/>
          <w:lang w:val="en-US"/>
        </w:rPr>
      </w:pPr>
    </w:p>
    <w:p w14:paraId="41449276" w14:textId="77777777" w:rsidR="004D727A" w:rsidRPr="00B875E3" w:rsidRDefault="00C73789" w:rsidP="004D727A">
      <w:pPr>
        <w:rPr>
          <w:rStyle w:val="Strong"/>
          <w:lang w:val="en-US"/>
        </w:rPr>
      </w:pPr>
      <w:r w:rsidRPr="00B875E3">
        <w:rPr>
          <w:rStyle w:val="Strong"/>
          <w:u w:val="single"/>
          <w:lang w:val="en-US"/>
        </w:rPr>
        <w:t>Automatica</w:t>
      </w:r>
      <w:r w:rsidR="00EA6989" w:rsidRPr="00B875E3">
        <w:rPr>
          <w:rStyle w:val="Strong"/>
          <w:u w:val="single"/>
          <w:lang w:val="en-US"/>
        </w:rPr>
        <w:t xml:space="preserve"> 201</w:t>
      </w:r>
      <w:r w:rsidR="00BB5959" w:rsidRPr="00B875E3">
        <w:rPr>
          <w:rStyle w:val="Strong"/>
          <w:u w:val="single"/>
          <w:lang w:val="en-US"/>
        </w:rPr>
        <w:t>8</w:t>
      </w:r>
      <w:r w:rsidR="00B875E3">
        <w:rPr>
          <w:rStyle w:val="Strong"/>
          <w:u w:val="single"/>
          <w:lang w:val="en-US"/>
        </w:rPr>
        <w:t>, Hall</w:t>
      </w:r>
      <w:r w:rsidR="004D727A" w:rsidRPr="00B875E3">
        <w:rPr>
          <w:rStyle w:val="Strong"/>
          <w:u w:val="single"/>
          <w:lang w:val="en-US"/>
        </w:rPr>
        <w:t xml:space="preserve"> </w:t>
      </w:r>
      <w:r w:rsidR="002C436B" w:rsidRPr="00B875E3">
        <w:rPr>
          <w:rStyle w:val="Strong"/>
          <w:u w:val="single"/>
          <w:lang w:val="en-US"/>
        </w:rPr>
        <w:t>A4</w:t>
      </w:r>
      <w:r w:rsidR="004D727A" w:rsidRPr="00B875E3">
        <w:rPr>
          <w:rStyle w:val="Strong"/>
          <w:u w:val="single"/>
          <w:lang w:val="en-US"/>
        </w:rPr>
        <w:t xml:space="preserve"> / </w:t>
      </w:r>
      <w:r w:rsidR="00B875E3">
        <w:rPr>
          <w:rStyle w:val="Strong"/>
          <w:u w:val="single"/>
          <w:lang w:val="en-US"/>
        </w:rPr>
        <w:t xml:space="preserve">Booth </w:t>
      </w:r>
      <w:r w:rsidR="002C436B" w:rsidRPr="00B875E3">
        <w:rPr>
          <w:rStyle w:val="Strong"/>
          <w:u w:val="single"/>
          <w:lang w:val="en-US"/>
        </w:rPr>
        <w:t>339</w:t>
      </w:r>
      <w:r w:rsidR="00BB5959" w:rsidRPr="00B875E3">
        <w:rPr>
          <w:rStyle w:val="Strong"/>
          <w:u w:val="single"/>
          <w:lang w:val="en-US"/>
        </w:rPr>
        <w:t xml:space="preserve"> </w:t>
      </w:r>
    </w:p>
    <w:p w14:paraId="7EB3921A" w14:textId="0E94FE0D" w:rsidR="00B67AFA" w:rsidRPr="00B875E3" w:rsidRDefault="00B875E3" w:rsidP="00B67AFA">
      <w:pPr>
        <w:rPr>
          <w:b/>
          <w:bCs/>
          <w:u w:val="single"/>
          <w:lang w:val="en-US"/>
        </w:rPr>
      </w:pPr>
      <w:r>
        <w:rPr>
          <w:b/>
          <w:bCs/>
          <w:u w:val="single"/>
          <w:lang w:val="en-US"/>
        </w:rPr>
        <w:t xml:space="preserve">Automated </w:t>
      </w:r>
      <w:r w:rsidR="00793DD8">
        <w:rPr>
          <w:b/>
          <w:bCs/>
          <w:u w:val="single"/>
          <w:lang w:val="en-US"/>
        </w:rPr>
        <w:t>measuring and testing equipment for all aspects of workpiece and tool testing</w:t>
      </w:r>
      <w:r w:rsidR="00793DD8" w:rsidRPr="00B875E3">
        <w:rPr>
          <w:b/>
          <w:bCs/>
          <w:u w:val="single"/>
          <w:lang w:val="en-US"/>
        </w:rPr>
        <w:t xml:space="preserve"> </w:t>
      </w:r>
      <w:r w:rsidR="00AC4577">
        <w:rPr>
          <w:b/>
          <w:bCs/>
          <w:u w:val="single"/>
          <w:lang w:val="en-US"/>
        </w:rPr>
        <w:t xml:space="preserve"> </w:t>
      </w:r>
    </w:p>
    <w:p w14:paraId="49F8FC76" w14:textId="77777777" w:rsidR="00EF079B" w:rsidRPr="00B875E3" w:rsidRDefault="00EF079B" w:rsidP="00B67AFA">
      <w:pPr>
        <w:rPr>
          <w:b/>
          <w:sz w:val="24"/>
          <w:szCs w:val="24"/>
          <w:lang w:val="en-US" w:eastAsia="de-DE"/>
        </w:rPr>
      </w:pPr>
    </w:p>
    <w:p w14:paraId="6FFA0F02" w14:textId="77777777" w:rsidR="00811579" w:rsidRPr="00B875E3" w:rsidRDefault="00B875E3" w:rsidP="00811579">
      <w:pPr>
        <w:rPr>
          <w:b/>
          <w:sz w:val="24"/>
          <w:szCs w:val="24"/>
          <w:lang w:val="en-US" w:eastAsia="de-DE"/>
        </w:rPr>
      </w:pPr>
      <w:r>
        <w:rPr>
          <w:b/>
          <w:sz w:val="24"/>
          <w:szCs w:val="24"/>
          <w:lang w:val="en-US" w:eastAsia="de-DE"/>
        </w:rPr>
        <w:t>Testing faster, producing faster</w:t>
      </w:r>
    </w:p>
    <w:p w14:paraId="671EBF41" w14:textId="2D5B3AFE" w:rsidR="009940B2" w:rsidRPr="00B875E3" w:rsidRDefault="00B875E3" w:rsidP="009940B2">
      <w:pPr>
        <w:jc w:val="both"/>
        <w:rPr>
          <w:lang w:val="en-US"/>
        </w:rPr>
      </w:pPr>
      <w:r>
        <w:rPr>
          <w:lang w:val="en-US"/>
        </w:rPr>
        <w:t>Networked measurement technology plays an important role in quality assurance for tools and workpieces</w:t>
      </w:r>
      <w:r w:rsidR="009940B2" w:rsidRPr="00B875E3">
        <w:rPr>
          <w:lang w:val="en-US"/>
        </w:rPr>
        <w:t xml:space="preserve">. </w:t>
      </w:r>
      <w:r>
        <w:rPr>
          <w:lang w:val="en-US"/>
        </w:rPr>
        <w:t xml:space="preserve">Fast </w:t>
      </w:r>
      <w:r w:rsidR="009940B2" w:rsidRPr="00B875E3">
        <w:rPr>
          <w:lang w:val="en-US"/>
        </w:rPr>
        <w:t>2</w:t>
      </w:r>
      <w:r>
        <w:rPr>
          <w:lang w:val="en-US"/>
        </w:rPr>
        <w:t>-</w:t>
      </w:r>
      <w:r w:rsidR="009940B2" w:rsidRPr="00B875E3">
        <w:rPr>
          <w:lang w:val="en-US"/>
        </w:rPr>
        <w:t>D</w:t>
      </w:r>
      <w:r>
        <w:rPr>
          <w:lang w:val="en-US"/>
        </w:rPr>
        <w:t xml:space="preserve"> and </w:t>
      </w:r>
      <w:r w:rsidR="009940B2" w:rsidRPr="00B875E3">
        <w:rPr>
          <w:lang w:val="en-US"/>
        </w:rPr>
        <w:t>3</w:t>
      </w:r>
      <w:r>
        <w:rPr>
          <w:lang w:val="en-US"/>
        </w:rPr>
        <w:t>-</w:t>
      </w:r>
      <w:r w:rsidR="009940B2" w:rsidRPr="00B875E3">
        <w:rPr>
          <w:lang w:val="en-US"/>
        </w:rPr>
        <w:t>D</w:t>
      </w:r>
      <w:r>
        <w:rPr>
          <w:lang w:val="en-US"/>
        </w:rPr>
        <w:t xml:space="preserve"> inline testing </w:t>
      </w:r>
      <w:r w:rsidR="00BE1D46">
        <w:rPr>
          <w:lang w:val="en-US"/>
        </w:rPr>
        <w:t>techniques make</w:t>
      </w:r>
      <w:r>
        <w:rPr>
          <w:lang w:val="en-US"/>
        </w:rPr>
        <w:t xml:space="preserve"> it possible to detect quality defects or process inconsistencies right away, and also to feed the measurement results directly back into the process</w:t>
      </w:r>
      <w:r w:rsidR="009940B2" w:rsidRPr="00B875E3">
        <w:rPr>
          <w:lang w:val="en-US"/>
        </w:rPr>
        <w:t xml:space="preserve">. </w:t>
      </w:r>
      <w:r>
        <w:rPr>
          <w:lang w:val="en-US"/>
        </w:rPr>
        <w:t xml:space="preserve">Erlangen automation specialist </w:t>
      </w:r>
      <w:r w:rsidR="00BF4668" w:rsidRPr="00B875E3">
        <w:rPr>
          <w:lang w:val="en-US"/>
        </w:rPr>
        <w:t xml:space="preserve">HEITEC </w:t>
      </w:r>
      <w:r>
        <w:rPr>
          <w:lang w:val="en-US"/>
        </w:rPr>
        <w:t xml:space="preserve">uses a variety of testing </w:t>
      </w:r>
      <w:r w:rsidR="00BE1D46">
        <w:rPr>
          <w:lang w:val="en-US"/>
        </w:rPr>
        <w:t>methods</w:t>
      </w:r>
      <w:r>
        <w:rPr>
          <w:lang w:val="en-US"/>
        </w:rPr>
        <w:t xml:space="preserve"> for </w:t>
      </w:r>
      <w:r w:rsidR="004B0073">
        <w:rPr>
          <w:lang w:val="en-US"/>
        </w:rPr>
        <w:t>this</w:t>
      </w:r>
      <w:r>
        <w:rPr>
          <w:lang w:val="en-US"/>
        </w:rPr>
        <w:t xml:space="preserve"> purpose</w:t>
      </w:r>
      <w:r w:rsidR="009940B2" w:rsidRPr="00B875E3">
        <w:rPr>
          <w:lang w:val="en-US"/>
        </w:rPr>
        <w:t>.</w:t>
      </w:r>
    </w:p>
    <w:p w14:paraId="219C0073" w14:textId="77777777" w:rsidR="009940B2" w:rsidRPr="00B875E3" w:rsidRDefault="009940B2" w:rsidP="009940B2">
      <w:pPr>
        <w:rPr>
          <w:lang w:val="en-US"/>
        </w:rPr>
      </w:pPr>
    </w:p>
    <w:p w14:paraId="78C9FB77" w14:textId="738A96FE" w:rsidR="00032637" w:rsidRPr="00B875E3" w:rsidRDefault="00B875E3" w:rsidP="00CA71F1">
      <w:pPr>
        <w:jc w:val="both"/>
        <w:rPr>
          <w:lang w:val="en-US" w:eastAsia="de-DE"/>
        </w:rPr>
      </w:pPr>
      <w:r>
        <w:rPr>
          <w:lang w:val="en-US"/>
        </w:rPr>
        <w:t xml:space="preserve">Modern testing </w:t>
      </w:r>
      <w:r w:rsidR="00BE1D46">
        <w:rPr>
          <w:lang w:val="en-US"/>
        </w:rPr>
        <w:t xml:space="preserve">methods </w:t>
      </w:r>
      <w:r>
        <w:rPr>
          <w:lang w:val="en-US"/>
        </w:rPr>
        <w:t>have to be capable of automation, fast and robust</w:t>
      </w:r>
      <w:r w:rsidR="009940B2" w:rsidRPr="00B875E3">
        <w:rPr>
          <w:lang w:val="en-US"/>
        </w:rPr>
        <w:t xml:space="preserve">. </w:t>
      </w:r>
      <w:r w:rsidR="00B843E1" w:rsidRPr="00B875E3">
        <w:rPr>
          <w:lang w:val="en-US"/>
        </w:rPr>
        <w:t xml:space="preserve">HEITEC </w:t>
      </w:r>
      <w:r>
        <w:rPr>
          <w:lang w:val="en-US"/>
        </w:rPr>
        <w:t xml:space="preserve">has developed a variety of nondestructive methods for </w:t>
      </w:r>
      <w:r w:rsidR="00793DD8">
        <w:rPr>
          <w:lang w:val="en-US"/>
        </w:rPr>
        <w:t xml:space="preserve">workpiece and tool </w:t>
      </w:r>
      <w:r>
        <w:rPr>
          <w:lang w:val="en-US"/>
        </w:rPr>
        <w:t xml:space="preserve">measuring and testing </w:t>
      </w:r>
      <w:r w:rsidR="00BE1D46">
        <w:rPr>
          <w:lang w:val="en-US"/>
        </w:rPr>
        <w:t xml:space="preserve">equipment </w:t>
      </w:r>
      <w:r w:rsidR="00793DD8">
        <w:rPr>
          <w:lang w:val="en-US"/>
        </w:rPr>
        <w:t xml:space="preserve">that </w:t>
      </w:r>
      <w:r w:rsidR="00BE1D46">
        <w:rPr>
          <w:lang w:val="en-US"/>
        </w:rPr>
        <w:t xml:space="preserve">is </w:t>
      </w:r>
      <w:r w:rsidR="00793DD8">
        <w:rPr>
          <w:lang w:val="en-US"/>
        </w:rPr>
        <w:t xml:space="preserve">integrated right </w:t>
      </w:r>
      <w:r>
        <w:rPr>
          <w:lang w:val="en-US"/>
        </w:rPr>
        <w:t>into production</w:t>
      </w:r>
      <w:r w:rsidR="009940B2" w:rsidRPr="00B875E3">
        <w:rPr>
          <w:lang w:val="en-US"/>
        </w:rPr>
        <w:t xml:space="preserve">. </w:t>
      </w:r>
      <w:r w:rsidR="00E607A4">
        <w:rPr>
          <w:lang w:val="en-US"/>
        </w:rPr>
        <w:t>One of the most notable among these</w:t>
      </w:r>
      <w:r w:rsidR="00BE1D46">
        <w:rPr>
          <w:lang w:val="en-US"/>
        </w:rPr>
        <w:t xml:space="preserve"> techniques,</w:t>
      </w:r>
      <w:r w:rsidR="00E607A4">
        <w:rPr>
          <w:lang w:val="en-US"/>
        </w:rPr>
        <w:t xml:space="preserve"> the </w:t>
      </w:r>
      <w:r w:rsidR="00793DD8">
        <w:rPr>
          <w:lang w:val="en-US"/>
        </w:rPr>
        <w:t>“</w:t>
      </w:r>
      <w:r w:rsidR="00793DD8" w:rsidRPr="00B875E3">
        <w:rPr>
          <w:lang w:val="en-US"/>
        </w:rPr>
        <w:t>shape</w:t>
      </w:r>
      <w:r w:rsidR="00793DD8">
        <w:rPr>
          <w:lang w:val="en-US"/>
        </w:rPr>
        <w:t xml:space="preserve"> </w:t>
      </w:r>
      <w:r w:rsidR="00793DD8" w:rsidRPr="00B875E3">
        <w:rPr>
          <w:lang w:val="en-US"/>
        </w:rPr>
        <w:t>from</w:t>
      </w:r>
      <w:r w:rsidR="00793DD8">
        <w:rPr>
          <w:lang w:val="en-US"/>
        </w:rPr>
        <w:t xml:space="preserve"> </w:t>
      </w:r>
      <w:r w:rsidR="00793DD8" w:rsidRPr="00B875E3">
        <w:rPr>
          <w:lang w:val="en-US"/>
        </w:rPr>
        <w:t>shading</w:t>
      </w:r>
      <w:r w:rsidR="00793DD8">
        <w:rPr>
          <w:lang w:val="en-US"/>
        </w:rPr>
        <w:t>” method</w:t>
      </w:r>
      <w:r w:rsidR="00E607A4">
        <w:rPr>
          <w:lang w:val="en-US"/>
        </w:rPr>
        <w:t>,</w:t>
      </w:r>
      <w:r w:rsidR="00793DD8">
        <w:rPr>
          <w:lang w:val="en-US"/>
        </w:rPr>
        <w:t xml:space="preserve"> </w:t>
      </w:r>
      <w:r>
        <w:rPr>
          <w:lang w:val="en-US"/>
        </w:rPr>
        <w:t>permits fast, reliable 3-D surface testing</w:t>
      </w:r>
      <w:r w:rsidR="003603BB" w:rsidRPr="00B875E3">
        <w:rPr>
          <w:lang w:val="en-US"/>
        </w:rPr>
        <w:t xml:space="preserve">. </w:t>
      </w:r>
      <w:r>
        <w:rPr>
          <w:lang w:val="en-US"/>
        </w:rPr>
        <w:t xml:space="preserve">This technology uses </w:t>
      </w:r>
      <w:r w:rsidR="00E607A4">
        <w:rPr>
          <w:lang w:val="en-US"/>
        </w:rPr>
        <w:t>shading</w:t>
      </w:r>
      <w:r>
        <w:rPr>
          <w:lang w:val="en-US"/>
        </w:rPr>
        <w:t xml:space="preserve"> </w:t>
      </w:r>
      <w:r w:rsidR="00E607A4">
        <w:rPr>
          <w:lang w:val="en-US"/>
        </w:rPr>
        <w:t xml:space="preserve">on </w:t>
      </w:r>
      <w:r>
        <w:rPr>
          <w:lang w:val="en-US"/>
        </w:rPr>
        <w:t>surfaces to gather information about an object’s three-dimensional shape</w:t>
      </w:r>
      <w:r w:rsidR="007B72A4" w:rsidRPr="00B875E3">
        <w:rPr>
          <w:lang w:val="en-US" w:eastAsia="de-DE"/>
        </w:rPr>
        <w:t xml:space="preserve">. </w:t>
      </w:r>
      <w:r>
        <w:rPr>
          <w:lang w:val="en-US" w:eastAsia="de-DE"/>
        </w:rPr>
        <w:t xml:space="preserve">Differences in brightness make it possible to draw conclusions about </w:t>
      </w:r>
      <w:r w:rsidR="00E607A4">
        <w:rPr>
          <w:lang w:val="en-US" w:eastAsia="de-DE"/>
        </w:rPr>
        <w:t xml:space="preserve">protrusions </w:t>
      </w:r>
      <w:r>
        <w:rPr>
          <w:lang w:val="en-US" w:eastAsia="de-DE"/>
        </w:rPr>
        <w:t xml:space="preserve">or </w:t>
      </w:r>
      <w:r w:rsidR="00E607A4">
        <w:rPr>
          <w:lang w:val="en-US" w:eastAsia="de-DE"/>
        </w:rPr>
        <w:t>recesses</w:t>
      </w:r>
      <w:r w:rsidR="007B72A4" w:rsidRPr="00B875E3">
        <w:rPr>
          <w:lang w:val="en-US" w:eastAsia="de-DE"/>
        </w:rPr>
        <w:t xml:space="preserve">. </w:t>
      </w:r>
      <w:r>
        <w:rPr>
          <w:lang w:val="en-US" w:eastAsia="de-DE"/>
        </w:rPr>
        <w:t>The computer builds a 3-D view of the local surface from direction-dependent inclination images in the x and y directions, a curvature image, and a texture image</w:t>
      </w:r>
      <w:r w:rsidR="007B72A4" w:rsidRPr="00B875E3">
        <w:rPr>
          <w:lang w:val="en-US" w:eastAsia="de-DE"/>
        </w:rPr>
        <w:t xml:space="preserve">. </w:t>
      </w:r>
      <w:r>
        <w:rPr>
          <w:lang w:val="en-US" w:eastAsia="de-DE"/>
        </w:rPr>
        <w:t xml:space="preserve">The resulting images </w:t>
      </w:r>
      <w:r w:rsidR="00E607A4">
        <w:rPr>
          <w:lang w:val="en-US" w:eastAsia="de-DE"/>
        </w:rPr>
        <w:t xml:space="preserve">reveal </w:t>
      </w:r>
      <w:r>
        <w:rPr>
          <w:lang w:val="en-US" w:eastAsia="de-DE"/>
        </w:rPr>
        <w:t>topography</w:t>
      </w:r>
      <w:r w:rsidR="00E607A4">
        <w:rPr>
          <w:lang w:val="en-US" w:eastAsia="de-DE"/>
        </w:rPr>
        <w:t xml:space="preserve">, and from them </w:t>
      </w:r>
      <w:r>
        <w:rPr>
          <w:lang w:val="en-US" w:eastAsia="de-DE"/>
        </w:rPr>
        <w:t xml:space="preserve">one can </w:t>
      </w:r>
      <w:r w:rsidR="00BE1D46">
        <w:rPr>
          <w:lang w:val="en-US" w:eastAsia="de-DE"/>
        </w:rPr>
        <w:t xml:space="preserve">draw conclusions about defects </w:t>
      </w:r>
      <w:r>
        <w:rPr>
          <w:lang w:val="en-US" w:eastAsia="de-DE"/>
        </w:rPr>
        <w:t xml:space="preserve">like scratches, dents, </w:t>
      </w:r>
      <w:r w:rsidR="00BE1D46">
        <w:rPr>
          <w:lang w:val="en-US" w:eastAsia="de-DE"/>
        </w:rPr>
        <w:t>and so on</w:t>
      </w:r>
      <w:r w:rsidR="00DE582D" w:rsidRPr="00B875E3">
        <w:rPr>
          <w:lang w:val="en-US" w:eastAsia="de-DE"/>
        </w:rPr>
        <w:t>.</w:t>
      </w:r>
      <w:r w:rsidR="009940B2" w:rsidRPr="00B875E3">
        <w:rPr>
          <w:lang w:val="en-US" w:eastAsia="de-DE"/>
        </w:rPr>
        <w:t xml:space="preserve"> </w:t>
      </w:r>
      <w:r w:rsidR="00E607A4">
        <w:rPr>
          <w:lang w:val="en-US" w:eastAsia="de-DE"/>
        </w:rPr>
        <w:t>The resolution for f</w:t>
      </w:r>
      <w:r>
        <w:rPr>
          <w:lang w:val="en-US" w:eastAsia="de-DE"/>
        </w:rPr>
        <w:t xml:space="preserve">laws and defects </w:t>
      </w:r>
      <w:r w:rsidR="00E607A4">
        <w:rPr>
          <w:lang w:val="en-US" w:eastAsia="de-DE"/>
        </w:rPr>
        <w:t xml:space="preserve">extends </w:t>
      </w:r>
      <w:r>
        <w:rPr>
          <w:lang w:val="en-US" w:eastAsia="de-DE"/>
        </w:rPr>
        <w:t>down to the double-digit micrometer range</w:t>
      </w:r>
      <w:r w:rsidR="00CA71F1" w:rsidRPr="00B875E3">
        <w:rPr>
          <w:lang w:val="en-US" w:eastAsia="de-DE"/>
        </w:rPr>
        <w:t>.</w:t>
      </w:r>
    </w:p>
    <w:p w14:paraId="77C0ED34" w14:textId="72B5FA55" w:rsidR="00CA71F1" w:rsidRPr="00B875E3" w:rsidRDefault="00B875E3" w:rsidP="00CA71F1">
      <w:pPr>
        <w:jc w:val="both"/>
        <w:rPr>
          <w:lang w:val="en-US"/>
        </w:rPr>
      </w:pPr>
      <w:r>
        <w:rPr>
          <w:lang w:val="en-US"/>
        </w:rPr>
        <w:t xml:space="preserve">Dimensions and geometries of drill holes and shafts with tight tolerances for shape and dimensions can be measured and compared entirely automatically </w:t>
      </w:r>
      <w:r>
        <w:rPr>
          <w:lang w:val="en-US"/>
        </w:rPr>
        <w:lastRenderedPageBreak/>
        <w:t>using pneumatic testing techniques</w:t>
      </w:r>
      <w:r w:rsidR="00CA71F1" w:rsidRPr="00B875E3">
        <w:rPr>
          <w:lang w:val="en-US"/>
        </w:rPr>
        <w:t xml:space="preserve">. </w:t>
      </w:r>
      <w:r w:rsidR="00E607A4">
        <w:rPr>
          <w:lang w:val="en-US"/>
        </w:rPr>
        <w:t xml:space="preserve">These permit analyses of </w:t>
      </w:r>
      <w:r>
        <w:rPr>
          <w:lang w:val="en-US"/>
        </w:rPr>
        <w:t>such aspects as maximum, minimum and mean diameters</w:t>
      </w:r>
      <w:r w:rsidR="00BE1D46">
        <w:rPr>
          <w:lang w:val="en-US"/>
        </w:rPr>
        <w:t xml:space="preserve">, both </w:t>
      </w:r>
      <w:r>
        <w:rPr>
          <w:lang w:val="en-US"/>
        </w:rPr>
        <w:t>over the entire measurement zone</w:t>
      </w:r>
      <w:r w:rsidR="00BE1D46">
        <w:rPr>
          <w:lang w:val="en-US"/>
        </w:rPr>
        <w:t xml:space="preserve"> and in </w:t>
      </w:r>
      <w:r>
        <w:rPr>
          <w:lang w:val="en-US"/>
        </w:rPr>
        <w:t>subzones</w:t>
      </w:r>
      <w:r w:rsidR="00CA71F1" w:rsidRPr="00B875E3">
        <w:rPr>
          <w:lang w:val="en-US"/>
        </w:rPr>
        <w:t xml:space="preserve">. </w:t>
      </w:r>
      <w:r>
        <w:rPr>
          <w:lang w:val="en-US"/>
        </w:rPr>
        <w:t>Measurements are accurate down to the triple-digit nanometer range, and can be used for pairing or classification of cylindrical workpieces</w:t>
      </w:r>
      <w:r w:rsidR="00CA71F1" w:rsidRPr="00B875E3">
        <w:rPr>
          <w:lang w:val="en-US"/>
        </w:rPr>
        <w:t xml:space="preserve">. </w:t>
      </w:r>
    </w:p>
    <w:p w14:paraId="3F58D02A" w14:textId="1A9EB249" w:rsidR="00CA71F1" w:rsidRPr="00B875E3" w:rsidRDefault="00B875E3" w:rsidP="00CA71F1">
      <w:pPr>
        <w:jc w:val="both"/>
        <w:rPr>
          <w:lang w:val="en-US"/>
        </w:rPr>
      </w:pPr>
      <w:r>
        <w:rPr>
          <w:lang w:val="en-US"/>
        </w:rPr>
        <w:t xml:space="preserve">Rotationally symmetric cutting tools, such as drills, milling cutters, etc., can be classified </w:t>
      </w:r>
      <w:r w:rsidR="009D7263">
        <w:rPr>
          <w:lang w:val="en-US"/>
        </w:rPr>
        <w:t>and tested in seconds with</w:t>
      </w:r>
      <w:r w:rsidR="00E607A4">
        <w:rPr>
          <w:lang w:val="en-US"/>
        </w:rPr>
        <w:t xml:space="preserve"> an</w:t>
      </w:r>
      <w:r w:rsidR="009D7263">
        <w:rPr>
          <w:lang w:val="en-US"/>
        </w:rPr>
        <w:t xml:space="preserve"> inline surface test</w:t>
      </w:r>
      <w:r w:rsidR="0097564E" w:rsidRPr="00B875E3">
        <w:rPr>
          <w:lang w:val="en-US"/>
        </w:rPr>
        <w:t>.</w:t>
      </w:r>
      <w:r w:rsidR="00CA71F1" w:rsidRPr="00B875E3">
        <w:rPr>
          <w:lang w:val="en-US"/>
        </w:rPr>
        <w:t xml:space="preserve"> </w:t>
      </w:r>
      <w:r w:rsidR="009D7263">
        <w:rPr>
          <w:lang w:val="en-US"/>
        </w:rPr>
        <w:t>The testing technology is based on the laser triangulation method</w:t>
      </w:r>
      <w:r w:rsidR="00CA71F1" w:rsidRPr="00B875E3">
        <w:rPr>
          <w:bCs/>
          <w:lang w:val="en-US"/>
        </w:rPr>
        <w:t>.</w:t>
      </w:r>
      <w:r w:rsidR="0097564E" w:rsidRPr="00B875E3">
        <w:rPr>
          <w:bCs/>
          <w:lang w:val="en-US"/>
        </w:rPr>
        <w:t xml:space="preserve"> </w:t>
      </w:r>
      <w:r w:rsidR="009D7263">
        <w:rPr>
          <w:bCs/>
          <w:lang w:val="en-US"/>
        </w:rPr>
        <w:t xml:space="preserve">This testing technology can be used to identify tools </w:t>
      </w:r>
      <w:r w:rsidR="00897151">
        <w:rPr>
          <w:bCs/>
          <w:lang w:val="en-US"/>
        </w:rPr>
        <w:t xml:space="preserve">by </w:t>
      </w:r>
      <w:r w:rsidR="009D7263">
        <w:rPr>
          <w:bCs/>
          <w:lang w:val="en-US"/>
        </w:rPr>
        <w:t>class, and to reliably detect surface breakouts with depths of as little as 100 µm</w:t>
      </w:r>
      <w:r w:rsidR="0097564E" w:rsidRPr="00B875E3">
        <w:rPr>
          <w:bCs/>
          <w:lang w:val="en-US"/>
        </w:rPr>
        <w:t>.</w:t>
      </w:r>
      <w:r w:rsidR="00CA71F1" w:rsidRPr="00B875E3">
        <w:rPr>
          <w:bCs/>
          <w:lang w:val="en-US"/>
        </w:rPr>
        <w:t xml:space="preserve"> </w:t>
      </w:r>
    </w:p>
    <w:p w14:paraId="4D36A0DE" w14:textId="77777777" w:rsidR="00732DB8" w:rsidRPr="00B875E3" w:rsidRDefault="00732DB8" w:rsidP="0045544A">
      <w:pPr>
        <w:jc w:val="both"/>
        <w:rPr>
          <w:lang w:val="en-US"/>
        </w:rPr>
      </w:pPr>
    </w:p>
    <w:p w14:paraId="43C634AC" w14:textId="77777777" w:rsidR="00732DB8" w:rsidRPr="00B875E3" w:rsidRDefault="009D7263" w:rsidP="00732DB8">
      <w:pPr>
        <w:rPr>
          <w:u w:val="single"/>
          <w:lang w:val="en-US"/>
        </w:rPr>
      </w:pPr>
      <w:r>
        <w:rPr>
          <w:u w:val="single"/>
          <w:lang w:val="en-US"/>
        </w:rPr>
        <w:t>Photo</w:t>
      </w:r>
      <w:r w:rsidR="00A838AE" w:rsidRPr="00B875E3">
        <w:rPr>
          <w:u w:val="single"/>
          <w:lang w:val="en-US"/>
        </w:rPr>
        <w:t xml:space="preserve">: </w:t>
      </w:r>
    </w:p>
    <w:p w14:paraId="25DF8407" w14:textId="77777777" w:rsidR="00EF079B" w:rsidRPr="00B875E3" w:rsidRDefault="00EF079B" w:rsidP="00732DB8">
      <w:pPr>
        <w:rPr>
          <w:lang w:val="en-US"/>
        </w:rPr>
      </w:pPr>
      <w:r w:rsidRPr="00B875E3">
        <w:rPr>
          <w:noProof/>
          <w:lang w:val="en-US"/>
        </w:rPr>
        <w:drawing>
          <wp:inline distT="0" distB="0" distL="0" distR="0" wp14:anchorId="7F1586CA" wp14:editId="77E0F827">
            <wp:extent cx="4981575" cy="2800769"/>
            <wp:effectExtent l="0" t="0" r="0" b="0"/>
            <wp:docPr id="1" name="Grafik 1" descr="O:\Bilder\Mess- und Prüftechnik Tech3d_Denso Roboter Okt.2009\Schaeffler_Zylinderrollenprüfstand_Haala\SchaefflerOptoserve_Screenshot Film_freigege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ilder\Mess- und Prüftechnik Tech3d_Denso Roboter Okt.2009\Schaeffler_Zylinderrollenprüfstand_Haala\SchaefflerOptoserve_Screenshot Film_freigegebe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84358" cy="2802334"/>
                    </a:xfrm>
                    <a:prstGeom prst="rect">
                      <a:avLst/>
                    </a:prstGeom>
                    <a:noFill/>
                    <a:ln>
                      <a:noFill/>
                    </a:ln>
                  </pic:spPr>
                </pic:pic>
              </a:graphicData>
            </a:graphic>
          </wp:inline>
        </w:drawing>
      </w:r>
    </w:p>
    <w:p w14:paraId="0AD8B658" w14:textId="77777777" w:rsidR="00EF079B" w:rsidRPr="00B875E3" w:rsidRDefault="009D7263" w:rsidP="00732DB8">
      <w:pPr>
        <w:rPr>
          <w:lang w:val="en-US"/>
        </w:rPr>
      </w:pPr>
      <w:r>
        <w:rPr>
          <w:lang w:val="en-US"/>
        </w:rPr>
        <w:t xml:space="preserve">Optical testing of workpieces and tools </w:t>
      </w:r>
      <w:r w:rsidR="00EF079B" w:rsidRPr="00B875E3">
        <w:rPr>
          <w:lang w:val="en-US"/>
        </w:rPr>
        <w:t>(</w:t>
      </w:r>
      <w:r>
        <w:rPr>
          <w:lang w:val="en-US"/>
        </w:rPr>
        <w:t xml:space="preserve">source: </w:t>
      </w:r>
      <w:r w:rsidR="00EF079B" w:rsidRPr="00B875E3">
        <w:rPr>
          <w:lang w:val="en-US"/>
        </w:rPr>
        <w:t>Heitec)</w:t>
      </w:r>
    </w:p>
    <w:p w14:paraId="36D8117B" w14:textId="77777777" w:rsidR="00EF079B" w:rsidRPr="00B875E3" w:rsidRDefault="00EF079B" w:rsidP="00732DB8">
      <w:pPr>
        <w:rPr>
          <w:lang w:val="en-US"/>
        </w:rPr>
      </w:pPr>
    </w:p>
    <w:p w14:paraId="1A23686A" w14:textId="77777777" w:rsidR="00732DB8" w:rsidRPr="00B875E3" w:rsidRDefault="00732DB8">
      <w:pPr>
        <w:spacing w:before="0" w:line="240" w:lineRule="auto"/>
        <w:ind w:left="0" w:right="0"/>
        <w:rPr>
          <w:lang w:val="en-US" w:eastAsia="de-DE"/>
        </w:rPr>
      </w:pPr>
      <w:r w:rsidRPr="00B875E3">
        <w:rPr>
          <w:lang w:val="en-US" w:eastAsia="de-DE"/>
        </w:rPr>
        <w:br w:type="page"/>
      </w:r>
    </w:p>
    <w:p w14:paraId="5B695DFB" w14:textId="77777777" w:rsidR="00732DB8" w:rsidRPr="00555597" w:rsidRDefault="00732DB8" w:rsidP="00732DB8">
      <w:pPr>
        <w:rPr>
          <w:u w:val="single"/>
          <w:lang w:val="en-US"/>
        </w:rPr>
      </w:pPr>
      <w:r w:rsidRPr="00555597">
        <w:rPr>
          <w:u w:val="single"/>
          <w:lang w:val="en-US"/>
        </w:rPr>
        <w:lastRenderedPageBreak/>
        <w:t>HEITEC AG</w:t>
      </w:r>
      <w:r w:rsidR="004D6D4E" w:rsidRPr="00555597">
        <w:rPr>
          <w:u w:val="single"/>
          <w:lang w:val="en-US"/>
        </w:rPr>
        <w:t xml:space="preserve"> company profile</w:t>
      </w:r>
    </w:p>
    <w:p w14:paraId="74475E37" w14:textId="77777777" w:rsidR="00A11D05" w:rsidRPr="00555597" w:rsidRDefault="00A11D05" w:rsidP="00732DB8">
      <w:pPr>
        <w:ind w:right="1674"/>
        <w:jc w:val="both"/>
        <w:rPr>
          <w:lang w:val="en-US"/>
        </w:rPr>
      </w:pPr>
      <w:r w:rsidRPr="00555597">
        <w:rPr>
          <w:lang w:val="en-US"/>
        </w:rPr>
        <w:t xml:space="preserve">HEITEC is known for industrial competence in automation and electronics and offers solutions, products and services in the fields of software, mechanics and electronics. More than 2000 customers increase their productivity and optimize their products with the help of HEITEC's state-of-the-art, reliable and economic system solutions. A work force of over 1000 employees at numerous sites worldwide provides high-quality industry skills close to the customer. Over 60 percent of our employees are </w:t>
      </w:r>
      <w:r w:rsidR="004D6D4E" w:rsidRPr="00555597">
        <w:rPr>
          <w:rFonts w:ascii="Helvetica" w:hAnsi="Helvetica" w:cs="Helvetica"/>
          <w:color w:val="2E3C46"/>
          <w:shd w:val="clear" w:color="auto" w:fill="FFFFFF"/>
          <w:lang w:val="en-US"/>
        </w:rPr>
        <w:t>university </w:t>
      </w:r>
      <w:r w:rsidR="004D6D4E" w:rsidRPr="00555597">
        <w:rPr>
          <w:lang w:val="en-US"/>
        </w:rPr>
        <w:t xml:space="preserve"> </w:t>
      </w:r>
      <w:r w:rsidRPr="00555597">
        <w:rPr>
          <w:lang w:val="en-US"/>
        </w:rPr>
        <w:t>graduates or have technical training. In recent years, Heitec has recorded growth of well over 10 percent and has doubled its sales revenues in five years.</w:t>
      </w:r>
    </w:p>
    <w:p w14:paraId="70F663BB" w14:textId="77777777" w:rsidR="00732DB8" w:rsidRPr="00555597" w:rsidRDefault="00555597" w:rsidP="00732DB8">
      <w:pPr>
        <w:rPr>
          <w:lang w:val="en-US"/>
        </w:rPr>
      </w:pPr>
      <w:hyperlink r:id="rId8" w:history="1">
        <w:r w:rsidR="00732DB8" w:rsidRPr="00555597">
          <w:rPr>
            <w:rStyle w:val="Hyperlink"/>
            <w:rFonts w:cs="Calibri"/>
            <w:lang w:val="en-US"/>
          </w:rPr>
          <w:t>www.heitec.de</w:t>
        </w:r>
      </w:hyperlink>
      <w:r w:rsidR="00732DB8" w:rsidRPr="00555597">
        <w:rPr>
          <w:lang w:val="en-US"/>
        </w:rPr>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732DB8" w:rsidRPr="00B875E3" w14:paraId="08F81FD7" w14:textId="77777777">
        <w:tc>
          <w:tcPr>
            <w:tcW w:w="4503" w:type="dxa"/>
          </w:tcPr>
          <w:p w14:paraId="375CF199" w14:textId="77777777" w:rsidR="00732DB8" w:rsidRPr="00555597" w:rsidRDefault="00732DB8">
            <w:pPr>
              <w:spacing w:line="240" w:lineRule="auto"/>
              <w:ind w:right="845"/>
              <w:rPr>
                <w:rFonts w:eastAsia="MS Mincho"/>
                <w:b/>
                <w:bCs/>
              </w:rPr>
            </w:pPr>
            <w:r w:rsidRPr="00555597">
              <w:rPr>
                <w:rFonts w:eastAsia="MS Mincho"/>
                <w:b/>
                <w:bCs/>
              </w:rPr>
              <w:t>HEITEC AG</w:t>
            </w:r>
          </w:p>
          <w:p w14:paraId="03AD4D62" w14:textId="77777777" w:rsidR="00732DB8" w:rsidRPr="00555597" w:rsidRDefault="00732DB8">
            <w:pPr>
              <w:spacing w:line="240" w:lineRule="auto"/>
              <w:ind w:right="-108"/>
              <w:rPr>
                <w:rFonts w:eastAsia="MS Mincho"/>
              </w:rPr>
            </w:pPr>
            <w:r w:rsidRPr="00555597">
              <w:rPr>
                <w:rFonts w:eastAsia="MS Mincho"/>
              </w:rPr>
              <w:t>Martina Greisinger</w:t>
            </w:r>
          </w:p>
          <w:p w14:paraId="2A7E5111" w14:textId="77777777" w:rsidR="00732DB8" w:rsidRPr="00555597" w:rsidRDefault="00732DB8">
            <w:pPr>
              <w:spacing w:line="240" w:lineRule="auto"/>
              <w:ind w:right="-108"/>
              <w:rPr>
                <w:rFonts w:eastAsia="MS Mincho"/>
              </w:rPr>
            </w:pPr>
            <w:r w:rsidRPr="00555597">
              <w:rPr>
                <w:rFonts w:eastAsia="MS Mincho"/>
              </w:rPr>
              <w:t>Güterbahnhofstra</w:t>
            </w:r>
            <w:r w:rsidR="00702A77" w:rsidRPr="00555597">
              <w:rPr>
                <w:rFonts w:eastAsia="MS Mincho"/>
              </w:rPr>
              <w:t>ss</w:t>
            </w:r>
            <w:r w:rsidRPr="00555597">
              <w:rPr>
                <w:rFonts w:eastAsia="MS Mincho"/>
              </w:rPr>
              <w:t>e 5</w:t>
            </w:r>
          </w:p>
          <w:p w14:paraId="4AF8AFF3" w14:textId="77777777" w:rsidR="00732DB8" w:rsidRPr="00555597" w:rsidRDefault="00732DB8">
            <w:pPr>
              <w:spacing w:line="240" w:lineRule="auto"/>
              <w:ind w:right="-108"/>
              <w:rPr>
                <w:rFonts w:eastAsia="MS Mincho"/>
              </w:rPr>
            </w:pPr>
            <w:r w:rsidRPr="00555597">
              <w:rPr>
                <w:rFonts w:eastAsia="MS Mincho"/>
              </w:rPr>
              <w:t>91052 Erlangen</w:t>
            </w:r>
          </w:p>
          <w:p w14:paraId="4182CEA6" w14:textId="77777777" w:rsidR="00732DB8" w:rsidRPr="00555597" w:rsidRDefault="00732DB8">
            <w:pPr>
              <w:spacing w:line="240" w:lineRule="auto"/>
              <w:ind w:right="-108"/>
              <w:rPr>
                <w:rFonts w:eastAsia="MS Mincho"/>
              </w:rPr>
            </w:pPr>
            <w:r w:rsidRPr="00555597">
              <w:rPr>
                <w:rFonts w:eastAsia="MS Mincho"/>
              </w:rPr>
              <w:t>Tel: +49 (0) 9131-877-0</w:t>
            </w:r>
          </w:p>
          <w:p w14:paraId="523E9A2F" w14:textId="77777777" w:rsidR="00732DB8" w:rsidRPr="00555597" w:rsidRDefault="00555597">
            <w:pPr>
              <w:spacing w:line="240" w:lineRule="auto"/>
              <w:ind w:right="-108"/>
              <w:rPr>
                <w:rStyle w:val="Hyperlink"/>
              </w:rPr>
            </w:pPr>
            <w:hyperlink r:id="rId9" w:history="1">
              <w:r w:rsidR="00732DB8" w:rsidRPr="00555597">
                <w:rPr>
                  <w:rStyle w:val="Hyperlink"/>
                  <w:rFonts w:eastAsia="MS Mincho" w:cs="Calibri"/>
                </w:rPr>
                <w:t>info@heitec.de</w:t>
              </w:r>
            </w:hyperlink>
          </w:p>
          <w:p w14:paraId="46ADDBC9" w14:textId="77777777" w:rsidR="00732DB8" w:rsidRPr="00555597" w:rsidRDefault="00555597">
            <w:pPr>
              <w:spacing w:line="240" w:lineRule="auto"/>
              <w:ind w:right="-108"/>
              <w:rPr>
                <w:rFonts w:ascii="Times New Roman" w:eastAsia="MS Mincho" w:hAnsi="Times New Roman"/>
              </w:rPr>
            </w:pPr>
            <w:hyperlink r:id="rId10" w:history="1">
              <w:r w:rsidR="00732DB8" w:rsidRPr="00555597">
                <w:rPr>
                  <w:rStyle w:val="Hyperlink"/>
                  <w:rFonts w:eastAsia="MS Mincho" w:cs="Calibri"/>
                </w:rPr>
                <w:t>www.heitec.de</w:t>
              </w:r>
            </w:hyperlink>
          </w:p>
        </w:tc>
        <w:tc>
          <w:tcPr>
            <w:tcW w:w="5324" w:type="dxa"/>
          </w:tcPr>
          <w:p w14:paraId="16D57847" w14:textId="77777777" w:rsidR="00732DB8" w:rsidRPr="00555597" w:rsidRDefault="001D05C1">
            <w:pPr>
              <w:spacing w:line="240" w:lineRule="auto"/>
              <w:ind w:right="845"/>
              <w:rPr>
                <w:rFonts w:eastAsia="MS Mincho"/>
                <w:b/>
                <w:bCs/>
              </w:rPr>
            </w:pPr>
            <w:r w:rsidRPr="00555597">
              <w:rPr>
                <w:rFonts w:eastAsia="MS Mincho"/>
                <w:b/>
                <w:bCs/>
              </w:rPr>
              <w:t>Press qu</w:t>
            </w:r>
            <w:r w:rsidR="0088382F" w:rsidRPr="00555597">
              <w:rPr>
                <w:rFonts w:eastAsia="MS Mincho"/>
                <w:b/>
                <w:bCs/>
              </w:rPr>
              <w:t>eries</w:t>
            </w:r>
          </w:p>
          <w:p w14:paraId="1673EF7F" w14:textId="77777777" w:rsidR="00732DB8" w:rsidRPr="00555597" w:rsidRDefault="00732DB8">
            <w:pPr>
              <w:spacing w:line="240" w:lineRule="auto"/>
              <w:ind w:right="845"/>
              <w:rPr>
                <w:rFonts w:eastAsia="MS Mincho"/>
              </w:rPr>
            </w:pPr>
            <w:r w:rsidRPr="00555597">
              <w:rPr>
                <w:rFonts w:eastAsia="MS Mincho"/>
                <w:bCs/>
              </w:rPr>
              <w:t>pr-büro</w:t>
            </w:r>
            <w:r w:rsidRPr="00555597">
              <w:rPr>
                <w:rFonts w:eastAsia="MS Mincho"/>
                <w:b/>
                <w:bCs/>
              </w:rPr>
              <w:t xml:space="preserve"> </w:t>
            </w:r>
            <w:r w:rsidRPr="00555597">
              <w:rPr>
                <w:rFonts w:eastAsia="MS Mincho"/>
              </w:rPr>
              <w:t>Roland Hensel</w:t>
            </w:r>
          </w:p>
          <w:p w14:paraId="78B79B59" w14:textId="77777777" w:rsidR="00732DB8" w:rsidRPr="00555597" w:rsidRDefault="00702A77">
            <w:pPr>
              <w:spacing w:line="240" w:lineRule="auto"/>
              <w:ind w:right="845"/>
              <w:rPr>
                <w:rFonts w:eastAsia="MS Mincho"/>
              </w:rPr>
            </w:pPr>
            <w:r w:rsidRPr="00555597">
              <w:rPr>
                <w:rFonts w:eastAsia="MS Mincho"/>
              </w:rPr>
              <w:t>Warthestrass</w:t>
            </w:r>
            <w:r w:rsidR="00732DB8" w:rsidRPr="00555597">
              <w:rPr>
                <w:rFonts w:eastAsia="MS Mincho"/>
              </w:rPr>
              <w:t>e 6</w:t>
            </w:r>
          </w:p>
          <w:p w14:paraId="36CF98B9" w14:textId="77777777" w:rsidR="00732DB8" w:rsidRPr="00555597" w:rsidRDefault="00732DB8">
            <w:pPr>
              <w:spacing w:line="240" w:lineRule="auto"/>
              <w:ind w:right="845"/>
              <w:rPr>
                <w:rFonts w:eastAsia="MS Mincho"/>
              </w:rPr>
            </w:pPr>
            <w:r w:rsidRPr="00555597">
              <w:rPr>
                <w:rFonts w:eastAsia="MS Mincho"/>
              </w:rPr>
              <w:t>90571 Schwaig bei Nürnberg</w:t>
            </w:r>
          </w:p>
          <w:p w14:paraId="5522C08E" w14:textId="77777777" w:rsidR="00732DB8" w:rsidRPr="00555597" w:rsidRDefault="00732DB8">
            <w:pPr>
              <w:spacing w:line="240" w:lineRule="auto"/>
              <w:ind w:right="845"/>
            </w:pPr>
            <w:r w:rsidRPr="00555597">
              <w:rPr>
                <w:rFonts w:eastAsia="MS Mincho"/>
              </w:rPr>
              <w:t>Tel: +49 (</w:t>
            </w:r>
            <w:r w:rsidRPr="00555597">
              <w:t>0) 911-</w:t>
            </w:r>
            <w:r w:rsidRPr="00555597">
              <w:rPr>
                <w:lang w:eastAsia="de-DE"/>
              </w:rPr>
              <w:t xml:space="preserve"> </w:t>
            </w:r>
            <w:r w:rsidRPr="00555597">
              <w:t>54 85 196</w:t>
            </w:r>
          </w:p>
          <w:p w14:paraId="3141EF23" w14:textId="77777777" w:rsidR="00732DB8" w:rsidRPr="00555597" w:rsidRDefault="00555597">
            <w:pPr>
              <w:spacing w:line="240" w:lineRule="auto"/>
              <w:ind w:right="845"/>
              <w:rPr>
                <w:rFonts w:eastAsia="MS Mincho"/>
              </w:rPr>
            </w:pPr>
            <w:hyperlink r:id="rId11" w:history="1">
              <w:r w:rsidR="00732DB8" w:rsidRPr="00555597">
                <w:rPr>
                  <w:rStyle w:val="Hyperlink"/>
                  <w:rFonts w:eastAsia="MS Mincho" w:cs="Calibri"/>
                </w:rPr>
                <w:t>mail@pr-hensel.de</w:t>
              </w:r>
            </w:hyperlink>
            <w:r w:rsidR="00732DB8" w:rsidRPr="00555597">
              <w:rPr>
                <w:rFonts w:eastAsia="MS Mincho"/>
              </w:rPr>
              <w:t xml:space="preserve"> </w:t>
            </w:r>
          </w:p>
          <w:p w14:paraId="497FEC9A" w14:textId="77777777" w:rsidR="00732DB8" w:rsidRPr="004B0073" w:rsidRDefault="00555597">
            <w:pPr>
              <w:spacing w:line="240" w:lineRule="auto"/>
              <w:ind w:right="845"/>
              <w:rPr>
                <w:rFonts w:eastAsia="MS Mincho"/>
              </w:rPr>
            </w:pPr>
            <w:hyperlink r:id="rId12" w:history="1">
              <w:r w:rsidR="00732DB8" w:rsidRPr="00555597">
                <w:rPr>
                  <w:rStyle w:val="Hyperlink"/>
                  <w:rFonts w:eastAsia="MS Mincho" w:cs="Calibri"/>
                </w:rPr>
                <w:t>www.pr-hensel.de</w:t>
              </w:r>
            </w:hyperlink>
            <w:bookmarkStart w:id="0" w:name="_GoBack"/>
            <w:bookmarkEnd w:id="0"/>
            <w:r w:rsidR="00732DB8" w:rsidRPr="004B0073">
              <w:rPr>
                <w:rFonts w:eastAsia="MS Mincho"/>
              </w:rPr>
              <w:t xml:space="preserve"> </w:t>
            </w:r>
          </w:p>
          <w:p w14:paraId="4BA4B672" w14:textId="77777777" w:rsidR="00732DB8" w:rsidRPr="004B0073" w:rsidRDefault="00732DB8">
            <w:pPr>
              <w:spacing w:line="240" w:lineRule="auto"/>
              <w:ind w:right="845"/>
              <w:rPr>
                <w:rFonts w:ascii="Times New Roman" w:eastAsia="MS Mincho" w:hAnsi="Times New Roman"/>
              </w:rPr>
            </w:pPr>
          </w:p>
        </w:tc>
      </w:tr>
    </w:tbl>
    <w:p w14:paraId="31EA2837" w14:textId="77777777" w:rsidR="00FD4822" w:rsidRPr="004B0073" w:rsidRDefault="00FD4822" w:rsidP="00DA1B77">
      <w:pPr>
        <w:jc w:val="both"/>
        <w:rPr>
          <w:lang w:eastAsia="de-DE"/>
        </w:rPr>
      </w:pPr>
    </w:p>
    <w:sectPr w:rsidR="00FD4822" w:rsidRPr="004B0073" w:rsidSect="004D727A">
      <w:headerReference w:type="default" r:id="rId13"/>
      <w:footerReference w:type="default" r:id="rId14"/>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3A01C" w14:textId="77777777" w:rsidR="00B875E3" w:rsidRDefault="00B875E3">
      <w:pPr>
        <w:spacing w:line="240" w:lineRule="auto"/>
      </w:pPr>
      <w:r>
        <w:separator/>
      </w:r>
    </w:p>
  </w:endnote>
  <w:endnote w:type="continuationSeparator" w:id="0">
    <w:p w14:paraId="20BD02A2" w14:textId="77777777" w:rsidR="00B875E3" w:rsidRDefault="00B875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A1D2F" w14:textId="77777777" w:rsidR="00B875E3" w:rsidRPr="00BE3114" w:rsidRDefault="00B875E3" w:rsidP="00BE3114">
    <w:pPr>
      <w:framePr w:w="3348" w:h="612" w:hRule="exact" w:hSpace="181" w:wrap="around" w:vAnchor="page" w:hAnchor="page" w:x="8536" w:y="15849" w:anchorLock="1"/>
      <w:widowControl w:val="0"/>
      <w:tabs>
        <w:tab w:val="left" w:pos="1134"/>
      </w:tabs>
      <w:spacing w:line="264" w:lineRule="auto"/>
      <w:ind w:right="0"/>
      <w:rPr>
        <w:rStyle w:val="SubtleEmphasis"/>
      </w:rPr>
    </w:pPr>
    <w:r w:rsidRPr="00BE3114">
      <w:rPr>
        <w:rStyle w:val="SubtleEmphasis"/>
        <w:i w:val="0"/>
        <w:sz w:val="20"/>
        <w:szCs w:val="20"/>
      </w:rPr>
      <w:t>www.heitec.de</w:t>
    </w:r>
  </w:p>
  <w:p w14:paraId="729E7FE5" w14:textId="77777777" w:rsidR="00B875E3" w:rsidRDefault="00B875E3">
    <w:pPr>
      <w:pStyle w:val="Footer"/>
    </w:pPr>
    <w:r>
      <w:rPr>
        <w:noProof/>
        <w:szCs w:val="20"/>
        <w:lang w:val="en-US"/>
      </w:rPr>
      <w:drawing>
        <wp:anchor distT="0" distB="0" distL="114300" distR="114300" simplePos="0" relativeHeight="251659264" behindDoc="1" locked="1" layoutInCell="1" allowOverlap="1" wp14:anchorId="05124726" wp14:editId="29403288">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8240" behindDoc="1" locked="1" layoutInCell="1" allowOverlap="1" wp14:anchorId="1EDF47F3" wp14:editId="76D8061F">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CEB47" w14:textId="77777777" w:rsidR="00B875E3" w:rsidRDefault="00B875E3">
      <w:pPr>
        <w:spacing w:line="240" w:lineRule="auto"/>
      </w:pPr>
      <w:r>
        <w:separator/>
      </w:r>
    </w:p>
  </w:footnote>
  <w:footnote w:type="continuationSeparator" w:id="0">
    <w:p w14:paraId="01B329C6" w14:textId="77777777" w:rsidR="00B875E3" w:rsidRDefault="00B875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B4EC6" w14:textId="77777777" w:rsidR="00B875E3" w:rsidRDefault="00B875E3">
    <w:pPr>
      <w:pStyle w:val="Header"/>
    </w:pPr>
    <w:r>
      <w:rPr>
        <w:noProof/>
        <w:lang w:val="en-US"/>
      </w:rPr>
      <w:drawing>
        <wp:anchor distT="0" distB="0" distL="114300" distR="114300" simplePos="0" relativeHeight="251657216" behindDoc="1" locked="1" layoutInCell="1" allowOverlap="1" wp14:anchorId="00932194" wp14:editId="277BED14">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6192" behindDoc="1" locked="1" layoutInCell="1" allowOverlap="1" wp14:anchorId="5842E897" wp14:editId="19E1C369">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E1E0D"/>
    <w:multiLevelType w:val="hybridMultilevel"/>
    <w:tmpl w:val="0B7CD87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7" w15:restartNumberingAfterBreak="0">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8" w15:restartNumberingAfterBreak="0">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9" w15:restartNumberingAfterBreak="0">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4"/>
  </w:num>
  <w:num w:numId="2">
    <w:abstractNumId w:val="9"/>
  </w:num>
  <w:num w:numId="3">
    <w:abstractNumId w:val="3"/>
  </w:num>
  <w:num w:numId="4">
    <w:abstractNumId w:val="5"/>
  </w:num>
  <w:num w:numId="5">
    <w:abstractNumId w:val="0"/>
  </w:num>
  <w:num w:numId="6">
    <w:abstractNumId w:val="7"/>
  </w:num>
  <w:num w:numId="7">
    <w:abstractNumId w:val="6"/>
  </w:num>
  <w:num w:numId="8">
    <w:abstractNumId w:val="8"/>
  </w:num>
  <w:num w:numId="9">
    <w:abstractNumId w:val="2"/>
  </w:num>
  <w:num w:numId="10">
    <w:abstractNumId w:val="2"/>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09"/>
  <w:hyphenationZone w:val="142"/>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E5643D-860B-4792-8D32-EB4FBC485180}"/>
    <w:docVar w:name="dgnword-eventsink" w:val="124920840"/>
  </w:docVars>
  <w:rsids>
    <w:rsidRoot w:val="00A758C7"/>
    <w:rsid w:val="00000191"/>
    <w:rsid w:val="00001A81"/>
    <w:rsid w:val="00005994"/>
    <w:rsid w:val="0003168F"/>
    <w:rsid w:val="00032637"/>
    <w:rsid w:val="000407BF"/>
    <w:rsid w:val="00042E04"/>
    <w:rsid w:val="00047DA2"/>
    <w:rsid w:val="00053EED"/>
    <w:rsid w:val="00065F4B"/>
    <w:rsid w:val="00074FDF"/>
    <w:rsid w:val="000776BB"/>
    <w:rsid w:val="000904D5"/>
    <w:rsid w:val="000D7891"/>
    <w:rsid w:val="000E35A8"/>
    <w:rsid w:val="000E775D"/>
    <w:rsid w:val="0010215C"/>
    <w:rsid w:val="00115EE0"/>
    <w:rsid w:val="001348E9"/>
    <w:rsid w:val="00167DDA"/>
    <w:rsid w:val="00167FE7"/>
    <w:rsid w:val="00170334"/>
    <w:rsid w:val="00177AB3"/>
    <w:rsid w:val="00177C10"/>
    <w:rsid w:val="0019107F"/>
    <w:rsid w:val="001B0E3C"/>
    <w:rsid w:val="001B2EE1"/>
    <w:rsid w:val="001B3532"/>
    <w:rsid w:val="001B355D"/>
    <w:rsid w:val="001C4685"/>
    <w:rsid w:val="001D05C1"/>
    <w:rsid w:val="001E5FF2"/>
    <w:rsid w:val="0020285A"/>
    <w:rsid w:val="00211C36"/>
    <w:rsid w:val="0021355E"/>
    <w:rsid w:val="00221B0E"/>
    <w:rsid w:val="00224A9C"/>
    <w:rsid w:val="002269E7"/>
    <w:rsid w:val="00231C70"/>
    <w:rsid w:val="00242F32"/>
    <w:rsid w:val="00246DC2"/>
    <w:rsid w:val="00257355"/>
    <w:rsid w:val="00262F77"/>
    <w:rsid w:val="00264A35"/>
    <w:rsid w:val="00270073"/>
    <w:rsid w:val="00275719"/>
    <w:rsid w:val="00277B87"/>
    <w:rsid w:val="002A6633"/>
    <w:rsid w:val="002B5C35"/>
    <w:rsid w:val="002C0CA5"/>
    <w:rsid w:val="002C436B"/>
    <w:rsid w:val="002D51F3"/>
    <w:rsid w:val="002D67C4"/>
    <w:rsid w:val="002F69B1"/>
    <w:rsid w:val="003108F7"/>
    <w:rsid w:val="00314570"/>
    <w:rsid w:val="003173A1"/>
    <w:rsid w:val="003201E7"/>
    <w:rsid w:val="0032381C"/>
    <w:rsid w:val="00324E34"/>
    <w:rsid w:val="00350D21"/>
    <w:rsid w:val="003532E2"/>
    <w:rsid w:val="003603BB"/>
    <w:rsid w:val="00360E2A"/>
    <w:rsid w:val="00363073"/>
    <w:rsid w:val="00364951"/>
    <w:rsid w:val="003800B4"/>
    <w:rsid w:val="003A30A4"/>
    <w:rsid w:val="003A53BD"/>
    <w:rsid w:val="003B0C56"/>
    <w:rsid w:val="003B717D"/>
    <w:rsid w:val="003C0E35"/>
    <w:rsid w:val="003F226F"/>
    <w:rsid w:val="00410D87"/>
    <w:rsid w:val="00420ED1"/>
    <w:rsid w:val="00447D8D"/>
    <w:rsid w:val="0045544A"/>
    <w:rsid w:val="00457804"/>
    <w:rsid w:val="004620EE"/>
    <w:rsid w:val="0046366B"/>
    <w:rsid w:val="00470697"/>
    <w:rsid w:val="00474A81"/>
    <w:rsid w:val="004850CD"/>
    <w:rsid w:val="004B0073"/>
    <w:rsid w:val="004D6D4E"/>
    <w:rsid w:val="004D727A"/>
    <w:rsid w:val="00542585"/>
    <w:rsid w:val="00555597"/>
    <w:rsid w:val="00556A7F"/>
    <w:rsid w:val="00570A1B"/>
    <w:rsid w:val="005760ED"/>
    <w:rsid w:val="005C2F6F"/>
    <w:rsid w:val="005D3CE1"/>
    <w:rsid w:val="005E26B4"/>
    <w:rsid w:val="005E3FDB"/>
    <w:rsid w:val="00612FCB"/>
    <w:rsid w:val="00630161"/>
    <w:rsid w:val="00633B5D"/>
    <w:rsid w:val="00637BA9"/>
    <w:rsid w:val="006609D2"/>
    <w:rsid w:val="006642CA"/>
    <w:rsid w:val="006A7B48"/>
    <w:rsid w:val="006B09D2"/>
    <w:rsid w:val="006C0615"/>
    <w:rsid w:val="006C476F"/>
    <w:rsid w:val="006C77BB"/>
    <w:rsid w:val="006E53E2"/>
    <w:rsid w:val="006F56CD"/>
    <w:rsid w:val="00702A77"/>
    <w:rsid w:val="00732DB8"/>
    <w:rsid w:val="00737694"/>
    <w:rsid w:val="007540F7"/>
    <w:rsid w:val="00763610"/>
    <w:rsid w:val="00775866"/>
    <w:rsid w:val="00793DD8"/>
    <w:rsid w:val="007A2B31"/>
    <w:rsid w:val="007A44CB"/>
    <w:rsid w:val="007A60EA"/>
    <w:rsid w:val="007A7D2E"/>
    <w:rsid w:val="007B4A0D"/>
    <w:rsid w:val="007B72A4"/>
    <w:rsid w:val="007D1FA8"/>
    <w:rsid w:val="007E2D48"/>
    <w:rsid w:val="007F3DE3"/>
    <w:rsid w:val="007F6CDA"/>
    <w:rsid w:val="00811579"/>
    <w:rsid w:val="008224BB"/>
    <w:rsid w:val="0083217A"/>
    <w:rsid w:val="00835FDA"/>
    <w:rsid w:val="008526D8"/>
    <w:rsid w:val="00857BE4"/>
    <w:rsid w:val="008608CD"/>
    <w:rsid w:val="008640B0"/>
    <w:rsid w:val="00865E77"/>
    <w:rsid w:val="00872D4F"/>
    <w:rsid w:val="00873112"/>
    <w:rsid w:val="0088382F"/>
    <w:rsid w:val="00897151"/>
    <w:rsid w:val="008A5824"/>
    <w:rsid w:val="008A6804"/>
    <w:rsid w:val="008B3D16"/>
    <w:rsid w:val="008D0993"/>
    <w:rsid w:val="008D57D1"/>
    <w:rsid w:val="008D7E7B"/>
    <w:rsid w:val="008E21D3"/>
    <w:rsid w:val="009033E1"/>
    <w:rsid w:val="00926DE4"/>
    <w:rsid w:val="00927261"/>
    <w:rsid w:val="00946EF2"/>
    <w:rsid w:val="0097564E"/>
    <w:rsid w:val="009940B2"/>
    <w:rsid w:val="009A4CFF"/>
    <w:rsid w:val="009D7263"/>
    <w:rsid w:val="009E7033"/>
    <w:rsid w:val="009F5EFE"/>
    <w:rsid w:val="00A016C5"/>
    <w:rsid w:val="00A11D05"/>
    <w:rsid w:val="00A16A3C"/>
    <w:rsid w:val="00A3181B"/>
    <w:rsid w:val="00A409B0"/>
    <w:rsid w:val="00A43181"/>
    <w:rsid w:val="00A6552D"/>
    <w:rsid w:val="00A7331B"/>
    <w:rsid w:val="00A758C7"/>
    <w:rsid w:val="00A838AE"/>
    <w:rsid w:val="00A90244"/>
    <w:rsid w:val="00AA1938"/>
    <w:rsid w:val="00AC4577"/>
    <w:rsid w:val="00AD2209"/>
    <w:rsid w:val="00AE4803"/>
    <w:rsid w:val="00AE5BB2"/>
    <w:rsid w:val="00B07232"/>
    <w:rsid w:val="00B215FF"/>
    <w:rsid w:val="00B33A52"/>
    <w:rsid w:val="00B33BCC"/>
    <w:rsid w:val="00B3486B"/>
    <w:rsid w:val="00B3661E"/>
    <w:rsid w:val="00B42B36"/>
    <w:rsid w:val="00B46E43"/>
    <w:rsid w:val="00B577A8"/>
    <w:rsid w:val="00B616FD"/>
    <w:rsid w:val="00B66EC7"/>
    <w:rsid w:val="00B67AFA"/>
    <w:rsid w:val="00B723AC"/>
    <w:rsid w:val="00B843E1"/>
    <w:rsid w:val="00B8463E"/>
    <w:rsid w:val="00B875E3"/>
    <w:rsid w:val="00BA2DB5"/>
    <w:rsid w:val="00BA67FE"/>
    <w:rsid w:val="00BB2401"/>
    <w:rsid w:val="00BB5959"/>
    <w:rsid w:val="00BE1D46"/>
    <w:rsid w:val="00BE3114"/>
    <w:rsid w:val="00BF4668"/>
    <w:rsid w:val="00C16310"/>
    <w:rsid w:val="00C50DA9"/>
    <w:rsid w:val="00C55EBD"/>
    <w:rsid w:val="00C71C59"/>
    <w:rsid w:val="00C73789"/>
    <w:rsid w:val="00C93079"/>
    <w:rsid w:val="00CA3A7F"/>
    <w:rsid w:val="00CA63AF"/>
    <w:rsid w:val="00CA6E21"/>
    <w:rsid w:val="00CA71F1"/>
    <w:rsid w:val="00CB6D29"/>
    <w:rsid w:val="00CE5A37"/>
    <w:rsid w:val="00D06D48"/>
    <w:rsid w:val="00D12B13"/>
    <w:rsid w:val="00D22A82"/>
    <w:rsid w:val="00D24451"/>
    <w:rsid w:val="00D26072"/>
    <w:rsid w:val="00D3668B"/>
    <w:rsid w:val="00D74347"/>
    <w:rsid w:val="00D97E67"/>
    <w:rsid w:val="00DA1B77"/>
    <w:rsid w:val="00DC13F7"/>
    <w:rsid w:val="00DC2117"/>
    <w:rsid w:val="00DC744F"/>
    <w:rsid w:val="00DD1F6A"/>
    <w:rsid w:val="00DD6429"/>
    <w:rsid w:val="00DE24B7"/>
    <w:rsid w:val="00DE582D"/>
    <w:rsid w:val="00DF547D"/>
    <w:rsid w:val="00E12FD0"/>
    <w:rsid w:val="00E1407D"/>
    <w:rsid w:val="00E31450"/>
    <w:rsid w:val="00E4270F"/>
    <w:rsid w:val="00E42977"/>
    <w:rsid w:val="00E471C8"/>
    <w:rsid w:val="00E607A4"/>
    <w:rsid w:val="00E71D12"/>
    <w:rsid w:val="00E7211E"/>
    <w:rsid w:val="00E840DC"/>
    <w:rsid w:val="00E922A8"/>
    <w:rsid w:val="00EA0C18"/>
    <w:rsid w:val="00EA1EF4"/>
    <w:rsid w:val="00EA6310"/>
    <w:rsid w:val="00EA6989"/>
    <w:rsid w:val="00EE0285"/>
    <w:rsid w:val="00EF079B"/>
    <w:rsid w:val="00F23328"/>
    <w:rsid w:val="00F23A03"/>
    <w:rsid w:val="00F41948"/>
    <w:rsid w:val="00F515AB"/>
    <w:rsid w:val="00F56BE7"/>
    <w:rsid w:val="00F60FA0"/>
    <w:rsid w:val="00F636F4"/>
    <w:rsid w:val="00F643E9"/>
    <w:rsid w:val="00F64AD1"/>
    <w:rsid w:val="00F6680F"/>
    <w:rsid w:val="00F84EFD"/>
    <w:rsid w:val="00F9546A"/>
    <w:rsid w:val="00F9701D"/>
    <w:rsid w:val="00FA1BC4"/>
    <w:rsid w:val="00FB6F85"/>
    <w:rsid w:val="00FC0894"/>
    <w:rsid w:val="00FD4822"/>
    <w:rsid w:val="00FE57CE"/>
    <w:rsid w:val="00FE6071"/>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501EEB3"/>
  <w15:docId w15:val="{04F89CB4-F428-45B5-BC47-21BDB0C9C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EE1"/>
    <w:pPr>
      <w:spacing w:before="120" w:line="360" w:lineRule="auto"/>
      <w:ind w:left="142" w:right="2835"/>
    </w:pPr>
    <w:rPr>
      <w:rFonts w:ascii="Arial" w:hAnsi="Arial"/>
      <w:sz w:val="22"/>
      <w:szCs w:val="22"/>
      <w:lang w:eastAsia="en-US"/>
    </w:rPr>
  </w:style>
  <w:style w:type="paragraph" w:styleId="Heading1">
    <w:name w:val="heading 1"/>
    <w:basedOn w:val="Normal"/>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Heading2">
    <w:name w:val="heading 2"/>
    <w:basedOn w:val="Normal"/>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Header">
    <w:name w:val="header"/>
    <w:basedOn w:val="Normal"/>
    <w:unhideWhenUsed/>
    <w:rsid w:val="002B5C35"/>
    <w:pPr>
      <w:tabs>
        <w:tab w:val="center" w:pos="4536"/>
        <w:tab w:val="right" w:pos="9072"/>
      </w:tabs>
      <w:spacing w:line="240" w:lineRule="auto"/>
    </w:pPr>
  </w:style>
  <w:style w:type="character" w:customStyle="1" w:styleId="KopfzeileZchn">
    <w:name w:val="Kopfzeile Zchn"/>
    <w:basedOn w:val="DefaultParagraphFont"/>
    <w:rsid w:val="002B5C35"/>
  </w:style>
  <w:style w:type="paragraph" w:styleId="Footer">
    <w:name w:val="footer"/>
    <w:basedOn w:val="Normal"/>
    <w:unhideWhenUsed/>
    <w:rsid w:val="002B5C35"/>
    <w:pPr>
      <w:tabs>
        <w:tab w:val="center" w:pos="4536"/>
        <w:tab w:val="right" w:pos="9072"/>
      </w:tabs>
      <w:spacing w:line="240" w:lineRule="auto"/>
    </w:pPr>
  </w:style>
  <w:style w:type="character" w:customStyle="1" w:styleId="FuzeileZchn">
    <w:name w:val="Fußzeile Zchn"/>
    <w:basedOn w:val="DefaultParagraphFon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Normal"/>
    <w:rsid w:val="00997B5F"/>
    <w:pPr>
      <w:spacing w:after="240" w:line="312" w:lineRule="auto"/>
    </w:pPr>
    <w:rPr>
      <w:rFonts w:eastAsia="Times New Roman"/>
      <w:szCs w:val="24"/>
      <w:lang w:eastAsia="de-DE"/>
    </w:rPr>
  </w:style>
  <w:style w:type="table" w:styleId="TableGrid">
    <w:name w:val="Table Grid"/>
    <w:basedOn w:val="TableNormal"/>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E7602B"/>
    <w:pPr>
      <w:shd w:val="clear" w:color="auto" w:fill="000080"/>
    </w:pPr>
    <w:rPr>
      <w:rFonts w:ascii="Tahoma" w:hAnsi="Tahoma" w:cs="Tahoma"/>
      <w:sz w:val="20"/>
      <w:szCs w:val="20"/>
    </w:rPr>
  </w:style>
  <w:style w:type="character" w:styleId="PageNumber">
    <w:name w:val="page number"/>
    <w:basedOn w:val="DefaultParagraphFon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NormalWeb">
    <w:name w:val="Normal (Web)"/>
    <w:basedOn w:val="Normal"/>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Normal"/>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Strong">
    <w:name w:val="Strong"/>
    <w:qFormat/>
    <w:rsid w:val="001437DC"/>
    <w:rPr>
      <w:rFonts w:ascii="Arial" w:hAnsi="Arial"/>
      <w:b w:val="0"/>
      <w:bCs/>
      <w:i w:val="0"/>
      <w:sz w:val="24"/>
    </w:rPr>
  </w:style>
  <w:style w:type="character" w:styleId="Emphasis">
    <w:name w:val="Emphasis"/>
    <w:uiPriority w:val="20"/>
    <w:qFormat/>
    <w:rsid w:val="00592C51"/>
    <w:rPr>
      <w:i/>
      <w:iCs/>
    </w:rPr>
  </w:style>
  <w:style w:type="character" w:styleId="CommentReference">
    <w:name w:val="annotation reference"/>
    <w:uiPriority w:val="99"/>
    <w:rsid w:val="00295197"/>
    <w:rPr>
      <w:sz w:val="16"/>
      <w:szCs w:val="16"/>
    </w:rPr>
  </w:style>
  <w:style w:type="paragraph" w:styleId="CommentText">
    <w:name w:val="annotation text"/>
    <w:basedOn w:val="Normal"/>
    <w:link w:val="CommentTextChar"/>
    <w:uiPriority w:val="99"/>
    <w:rsid w:val="00295197"/>
    <w:rPr>
      <w:rFonts w:cs="Times New Roman"/>
      <w:sz w:val="20"/>
      <w:szCs w:val="20"/>
    </w:rPr>
  </w:style>
  <w:style w:type="character" w:customStyle="1" w:styleId="CommentTextChar">
    <w:name w:val="Comment Text Char"/>
    <w:link w:val="CommentText"/>
    <w:uiPriority w:val="99"/>
    <w:rsid w:val="00295197"/>
    <w:rPr>
      <w:rFonts w:ascii="Arial" w:hAnsi="Arial"/>
      <w:lang w:eastAsia="en-US"/>
    </w:rPr>
  </w:style>
  <w:style w:type="paragraph" w:styleId="CommentSubject">
    <w:name w:val="annotation subject"/>
    <w:basedOn w:val="CommentText"/>
    <w:next w:val="CommentText"/>
    <w:link w:val="CommentSubjectChar"/>
    <w:rsid w:val="00295197"/>
    <w:rPr>
      <w:b/>
      <w:bCs/>
    </w:rPr>
  </w:style>
  <w:style w:type="character" w:customStyle="1" w:styleId="CommentSubjectChar">
    <w:name w:val="Comment Subject Char"/>
    <w:link w:val="CommentSubject"/>
    <w:rsid w:val="00295197"/>
    <w:rPr>
      <w:rFonts w:ascii="Arial" w:hAnsi="Arial"/>
      <w:b/>
      <w:bCs/>
      <w:lang w:eastAsia="en-US"/>
    </w:rPr>
  </w:style>
  <w:style w:type="paragraph" w:styleId="Title">
    <w:name w:val="Title"/>
    <w:basedOn w:val="Normal"/>
    <w:next w:val="Normal"/>
    <w:link w:val="TitleChar"/>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link w:val="Title"/>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Paragraph">
    <w:name w:val="List Paragraph"/>
    <w:basedOn w:val="Normal"/>
    <w:uiPriority w:val="34"/>
    <w:qFormat/>
    <w:rsid w:val="00B215FF"/>
    <w:pPr>
      <w:ind w:left="720"/>
      <w:contextualSpacing/>
    </w:pPr>
  </w:style>
  <w:style w:type="character" w:styleId="SubtleEmphasis">
    <w:name w:val="Subtle Emphasis"/>
    <w:basedOn w:val="DefaultParagraphFon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499808858">
      <w:bodyDiv w:val="1"/>
      <w:marLeft w:val="0"/>
      <w:marRight w:val="0"/>
      <w:marTop w:val="0"/>
      <w:marBottom w:val="0"/>
      <w:divBdr>
        <w:top w:val="none" w:sz="0" w:space="0" w:color="auto"/>
        <w:left w:val="none" w:sz="0" w:space="0" w:color="auto"/>
        <w:bottom w:val="none" w:sz="0" w:space="0" w:color="auto"/>
        <w:right w:val="none" w:sz="0" w:space="0" w:color="auto"/>
      </w:divBdr>
    </w:div>
    <w:div w:id="552886547">
      <w:bodyDiv w:val="1"/>
      <w:marLeft w:val="0"/>
      <w:marRight w:val="0"/>
      <w:marTop w:val="0"/>
      <w:marBottom w:val="0"/>
      <w:divBdr>
        <w:top w:val="none" w:sz="0" w:space="0" w:color="auto"/>
        <w:left w:val="none" w:sz="0" w:space="0" w:color="auto"/>
        <w:bottom w:val="none" w:sz="0" w:space="0" w:color="auto"/>
        <w:right w:val="none" w:sz="0" w:space="0" w:color="auto"/>
      </w:divBdr>
    </w:div>
    <w:div w:id="605894800">
      <w:bodyDiv w:val="1"/>
      <w:marLeft w:val="0"/>
      <w:marRight w:val="0"/>
      <w:marTop w:val="0"/>
      <w:marBottom w:val="0"/>
      <w:divBdr>
        <w:top w:val="none" w:sz="0" w:space="0" w:color="auto"/>
        <w:left w:val="none" w:sz="0" w:space="0" w:color="auto"/>
        <w:bottom w:val="none" w:sz="0" w:space="0" w:color="auto"/>
        <w:right w:val="none" w:sz="0" w:space="0" w:color="auto"/>
      </w:divBdr>
    </w:div>
    <w:div w:id="758985062">
      <w:bodyDiv w:val="1"/>
      <w:marLeft w:val="0"/>
      <w:marRight w:val="0"/>
      <w:marTop w:val="0"/>
      <w:marBottom w:val="0"/>
      <w:divBdr>
        <w:top w:val="none" w:sz="0" w:space="0" w:color="auto"/>
        <w:left w:val="none" w:sz="0" w:space="0" w:color="auto"/>
        <w:bottom w:val="none" w:sz="0" w:space="0" w:color="auto"/>
        <w:right w:val="none" w:sz="0" w:space="0" w:color="auto"/>
      </w:divBdr>
      <w:divsChild>
        <w:div w:id="1701280384">
          <w:marLeft w:val="0"/>
          <w:marRight w:val="0"/>
          <w:marTop w:val="0"/>
          <w:marBottom w:val="0"/>
          <w:divBdr>
            <w:top w:val="none" w:sz="0" w:space="0" w:color="auto"/>
            <w:left w:val="none" w:sz="0" w:space="0" w:color="auto"/>
            <w:bottom w:val="none" w:sz="0" w:space="0" w:color="auto"/>
            <w:right w:val="none" w:sz="0" w:space="0" w:color="auto"/>
          </w:divBdr>
        </w:div>
      </w:divsChild>
    </w:div>
    <w:div w:id="775519225">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26393287">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524055307">
      <w:bodyDiv w:val="1"/>
      <w:marLeft w:val="0"/>
      <w:marRight w:val="0"/>
      <w:marTop w:val="0"/>
      <w:marBottom w:val="0"/>
      <w:divBdr>
        <w:top w:val="none" w:sz="0" w:space="0" w:color="auto"/>
        <w:left w:val="none" w:sz="0" w:space="0" w:color="auto"/>
        <w:bottom w:val="none" w:sz="0" w:space="0" w:color="auto"/>
        <w:right w:val="none" w:sz="0" w:space="0" w:color="auto"/>
      </w:divBdr>
      <w:divsChild>
        <w:div w:id="1792750054">
          <w:marLeft w:val="0"/>
          <w:marRight w:val="0"/>
          <w:marTop w:val="0"/>
          <w:marBottom w:val="0"/>
          <w:divBdr>
            <w:top w:val="none" w:sz="0" w:space="0" w:color="auto"/>
            <w:left w:val="none" w:sz="0" w:space="0" w:color="auto"/>
            <w:bottom w:val="none" w:sz="0" w:space="0" w:color="auto"/>
            <w:right w:val="none" w:sz="0" w:space="0" w:color="auto"/>
          </w:divBdr>
        </w:div>
      </w:divsChild>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689209093">
      <w:bodyDiv w:val="1"/>
      <w:marLeft w:val="0"/>
      <w:marRight w:val="0"/>
      <w:marTop w:val="0"/>
      <w:marBottom w:val="0"/>
      <w:divBdr>
        <w:top w:val="none" w:sz="0" w:space="0" w:color="auto"/>
        <w:left w:val="none" w:sz="0" w:space="0" w:color="auto"/>
        <w:bottom w:val="none" w:sz="0" w:space="0" w:color="auto"/>
        <w:right w:val="none" w:sz="0" w:space="0" w:color="auto"/>
      </w:divBdr>
      <w:divsChild>
        <w:div w:id="2102409529">
          <w:marLeft w:val="0"/>
          <w:marRight w:val="0"/>
          <w:marTop w:val="0"/>
          <w:marBottom w:val="0"/>
          <w:divBdr>
            <w:top w:val="none" w:sz="0" w:space="0" w:color="auto"/>
            <w:left w:val="none" w:sz="0" w:space="0" w:color="auto"/>
            <w:bottom w:val="none" w:sz="0" w:space="0" w:color="auto"/>
            <w:right w:val="none" w:sz="0" w:space="0" w:color="auto"/>
          </w:divBdr>
        </w:div>
      </w:divsChild>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0447153">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1743406052">
      <w:bodyDiv w:val="1"/>
      <w:marLeft w:val="0"/>
      <w:marRight w:val="0"/>
      <w:marTop w:val="0"/>
      <w:marBottom w:val="0"/>
      <w:divBdr>
        <w:top w:val="none" w:sz="0" w:space="0" w:color="auto"/>
        <w:left w:val="none" w:sz="0" w:space="0" w:color="auto"/>
        <w:bottom w:val="none" w:sz="0" w:space="0" w:color="auto"/>
        <w:right w:val="none" w:sz="0" w:space="0" w:color="auto"/>
      </w:divBdr>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545341">
      <w:bodyDiv w:val="1"/>
      <w:marLeft w:val="0"/>
      <w:marRight w:val="0"/>
      <w:marTop w:val="0"/>
      <w:marBottom w:val="0"/>
      <w:divBdr>
        <w:top w:val="none" w:sz="0" w:space="0" w:color="auto"/>
        <w:left w:val="none" w:sz="0" w:space="0" w:color="auto"/>
        <w:bottom w:val="none" w:sz="0" w:space="0" w:color="auto"/>
        <w:right w:val="none" w:sz="0" w:space="0" w:color="auto"/>
      </w:divBdr>
    </w:div>
    <w:div w:id="2096828425">
      <w:bodyDiv w:val="1"/>
      <w:marLeft w:val="0"/>
      <w:marRight w:val="0"/>
      <w:marTop w:val="0"/>
      <w:marBottom w:val="0"/>
      <w:divBdr>
        <w:top w:val="none" w:sz="0" w:space="0" w:color="auto"/>
        <w:left w:val="none" w:sz="0" w:space="0" w:color="auto"/>
        <w:bottom w:val="none" w:sz="0" w:space="0" w:color="auto"/>
        <w:right w:val="none" w:sz="0" w:space="0" w:color="auto"/>
      </w:divBdr>
      <w:divsChild>
        <w:div w:id="35474474">
          <w:marLeft w:val="0"/>
          <w:marRight w:val="0"/>
          <w:marTop w:val="0"/>
          <w:marBottom w:val="0"/>
          <w:divBdr>
            <w:top w:val="none" w:sz="0" w:space="0" w:color="auto"/>
            <w:left w:val="none" w:sz="0" w:space="0" w:color="auto"/>
            <w:bottom w:val="none" w:sz="0" w:space="0" w:color="auto"/>
            <w:right w:val="none" w:sz="0" w:space="0" w:color="auto"/>
          </w:divBdr>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eitec.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r-hensel.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il@pr-hensel.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eitec.de" TargetMode="External"/><Relationship Id="rId4" Type="http://schemas.openxmlformats.org/officeDocument/2006/relationships/webSettings" Target="webSettings.xml"/><Relationship Id="rId9" Type="http://schemas.openxmlformats.org/officeDocument/2006/relationships/hyperlink" Target="mailto:info@heitec.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heitec_brief_mit_logo.dot</Template>
  <TotalTime>27</TotalTime>
  <Pages>3</Pages>
  <Words>535</Words>
  <Characters>3053</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Your Company Name</Company>
  <LinksUpToDate>false</LinksUpToDate>
  <CharactersWithSpaces>3581</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Wordshop</cp:lastModifiedBy>
  <cp:revision>13</cp:revision>
  <cp:lastPrinted>2018-05-20T11:16:00Z</cp:lastPrinted>
  <dcterms:created xsi:type="dcterms:W3CDTF">2018-05-31T15:46:00Z</dcterms:created>
  <dcterms:modified xsi:type="dcterms:W3CDTF">2018-06-02T21:27:00Z</dcterms:modified>
</cp:coreProperties>
</file>